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A4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563F05" w14:textId="77777777" w:rsidR="0024299C" w:rsidRPr="009C54AE" w:rsidRDefault="0024299C" w:rsidP="002429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C7876" w14:textId="77777777" w:rsidR="0024299C" w:rsidRPr="009C54AE" w:rsidRDefault="0024299C" w:rsidP="002429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5633E">
        <w:rPr>
          <w:rFonts w:ascii="Corbel" w:hAnsi="Corbel"/>
          <w:b/>
          <w:smallCaps/>
          <w:sz w:val="24"/>
          <w:szCs w:val="24"/>
        </w:rPr>
        <w:t>2021–2023</w:t>
      </w:r>
    </w:p>
    <w:p w14:paraId="126611F3" w14:textId="77777777" w:rsidR="0024299C" w:rsidRDefault="0024299C" w:rsidP="002429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CB4AE6" w14:textId="77777777" w:rsidR="0024299C" w:rsidRPr="009C54AE" w:rsidRDefault="0024299C" w:rsidP="002429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2021/2022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7777777" w:rsidR="00961920" w:rsidRPr="00961920" w:rsidRDefault="004C19AB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Semestr 2: sprawdzian pisemny ( test jednokrotnego wyboru i/lub dłuższa wypowiedź pisemna), zaliczenie projektu indywidualnego( omówienie artykułu naukowego/ </w:t>
            </w: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plus dobra: dobry poziom znajomości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słownic</w:t>
            </w:r>
            <w:proofErr w:type="spellEnd"/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dobra: zadawalający poziom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znajo</w:t>
            </w:r>
            <w:proofErr w:type="spellEnd"/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77777777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77777777" w:rsidR="0085747A" w:rsidRPr="00C2600C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7777777" w:rsidR="00C61DC5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11F07770" w:rsidR="00C64C6B" w:rsidRPr="00C2600C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64C6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3F886D83" w:rsidR="00C64C6B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3A0BD387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24299C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DBC8D" w14:textId="77777777" w:rsidR="00BC778F" w:rsidRDefault="00BC778F" w:rsidP="00C16ABF">
      <w:pPr>
        <w:spacing w:after="0" w:line="240" w:lineRule="auto"/>
      </w:pPr>
      <w:r>
        <w:separator/>
      </w:r>
    </w:p>
  </w:endnote>
  <w:endnote w:type="continuationSeparator" w:id="0">
    <w:p w14:paraId="37A9D612" w14:textId="77777777" w:rsidR="00BC778F" w:rsidRDefault="00BC77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4E25" w14:textId="77777777" w:rsidR="00BC778F" w:rsidRDefault="00BC778F" w:rsidP="00C16ABF">
      <w:pPr>
        <w:spacing w:after="0" w:line="240" w:lineRule="auto"/>
      </w:pPr>
      <w:r>
        <w:separator/>
      </w:r>
    </w:p>
  </w:footnote>
  <w:footnote w:type="continuationSeparator" w:id="0">
    <w:p w14:paraId="52E0401C" w14:textId="77777777" w:rsidR="00BC778F" w:rsidRDefault="00BC778F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299C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C778F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7AAD9-E6FC-4F88-BA9A-72FE5A442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49C8F-BD0A-4488-85C3-8C777B69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AB71A-1D99-489E-B2CD-243D4224C0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EBEC98-05C8-448C-87B5-236AAAAC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7</Pages>
  <Words>1879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19</cp:revision>
  <cp:lastPrinted>2019-02-06T12:12:00Z</cp:lastPrinted>
  <dcterms:created xsi:type="dcterms:W3CDTF">2020-10-27T08:59:00Z</dcterms:created>
  <dcterms:modified xsi:type="dcterms:W3CDTF">2021-10-03T09:45:00Z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